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B2B4237" w:rsidR="00295322" w:rsidRPr="003611FD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3611FD">
        <w:rPr>
          <w:rFonts w:asciiTheme="minorHAnsi" w:hAnsiTheme="minorHAnsi"/>
          <w:b/>
          <w:sz w:val="24"/>
          <w:szCs w:val="24"/>
          <w:u w:val="single"/>
        </w:rPr>
        <w:t>“TUTTI IN CAMPO</w:t>
      </w:r>
      <w:r w:rsidR="002875DB" w:rsidRPr="003611F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>–</w:t>
      </w:r>
      <w:r w:rsidR="002875DB" w:rsidRPr="003611F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 xml:space="preserve">Corri Salta Lancia – </w:t>
      </w:r>
      <w:proofErr w:type="spellStart"/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>Every</w:t>
      </w:r>
      <w:proofErr w:type="spellEnd"/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>result</w:t>
      </w:r>
      <w:proofErr w:type="spellEnd"/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3611FD">
        <w:rPr>
          <w:rFonts w:asciiTheme="minorHAnsi" w:hAnsiTheme="minorHAnsi"/>
          <w:b/>
          <w:sz w:val="24"/>
          <w:szCs w:val="24"/>
          <w:u w:val="single"/>
        </w:rPr>
        <w:t>counts</w:t>
      </w:r>
      <w:proofErr w:type="spellEnd"/>
    </w:p>
    <w:p w14:paraId="5C4F6465" w14:textId="23ABE9F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>ELENCO</w:t>
      </w:r>
      <w:r w:rsidR="00356A25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ALUNNI PARTECIPANTI</w:t>
      </w:r>
      <w:r w:rsidR="00AE61F8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FASI TERRITORIALI</w:t>
      </w:r>
    </w:p>
    <w:p w14:paraId="0BDCEB1F" w14:textId="77777777" w:rsidR="00484AA9" w:rsidRDefault="00484A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516" w:type="dxa"/>
            <w:gridSpan w:val="5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460" w:type="dxa"/>
            <w:gridSpan w:val="4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590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460" w:type="dxa"/>
            <w:gridSpan w:val="4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0990C284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38039BF6" w:rsidR="00FC4661" w:rsidRPr="00A3503F" w:rsidRDefault="00406241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A3503F">
              <w:rPr>
                <w:rFonts w:asciiTheme="minorHAnsi" w:hAnsiTheme="minorHAnsi" w:cs="Tahoma"/>
                <w:sz w:val="16"/>
                <w:szCs w:val="16"/>
              </w:rPr>
              <w:t xml:space="preserve">(se pluriclasse, indicare 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la classe</w:t>
            </w:r>
            <w:r w:rsidR="00B43DDF"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A6177E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1EDF8C6F" w:rsidR="00A6177E" w:rsidRDefault="00CC1AB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Ev</w:t>
            </w:r>
            <w:proofErr w:type="spellEnd"/>
            <w:r>
              <w:rPr>
                <w:rFonts w:asciiTheme="minorHAnsi" w:hAnsiTheme="minorHAnsi" w:cs="Tahoma"/>
              </w:rPr>
              <w:t>. alunni disabili (come da regolamento)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B3274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B3274" w:rsidRPr="00240989" w14:paraId="7EE2259F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AEFFB4" w14:textId="761A9C15" w:rsidR="003B3274" w:rsidRDefault="00115936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“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94648C" w14:textId="77777777" w:rsidR="003B3274" w:rsidRDefault="003B3274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3611FD" w:rsidRDefault="003924A2" w:rsidP="003924A2">
      <w:pPr>
        <w:pStyle w:val="Rientrocorpodeltesto31"/>
        <w:ind w:left="0" w:firstLine="0"/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Il Dirigente Scolastico con la presente dichiara:</w:t>
      </w:r>
    </w:p>
    <w:p w14:paraId="01A721EB" w14:textId="77777777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maggiorenne) l’autorizzazione a tutti gli Enti organizzatori ad utilizzare fotografie, nastri, video, immagini,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maggiorenne) il consenso al trattamento dei dati personali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iscritti e frequentanti </w:t>
      </w:r>
      <w:r w:rsidR="003611FD" w:rsidRPr="003611FD">
        <w:rPr>
          <w:rFonts w:ascii="Calibri" w:hAnsi="Calibri"/>
          <w:sz w:val="18"/>
          <w:szCs w:val="20"/>
        </w:rPr>
        <w:t>la classe sopra indicata,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scolastico il certificato di idoneità all’attività sportiva non agonistica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503920A4" w:rsidR="009C35EC" w:rsidRPr="00220295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sectPr w:rsidR="009C35EC" w:rsidRPr="00220295" w:rsidSect="002A5E8A">
      <w:headerReference w:type="default" r:id="rId11"/>
      <w:footerReference w:type="default" r:id="rId12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62351" w14:textId="77777777" w:rsidR="008A6991" w:rsidRDefault="008A6991">
      <w:r>
        <w:separator/>
      </w:r>
    </w:p>
  </w:endnote>
  <w:endnote w:type="continuationSeparator" w:id="0">
    <w:p w14:paraId="2F32950C" w14:textId="77777777" w:rsidR="008A6991" w:rsidRDefault="008A6991">
      <w:r>
        <w:continuationSeparator/>
      </w:r>
    </w:p>
  </w:endnote>
  <w:endnote w:type="continuationNotice" w:id="1">
    <w:p w14:paraId="2B6CDC1A" w14:textId="77777777" w:rsidR="008A6991" w:rsidRDefault="008A69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6A6945D8" w:rsidR="00BD4449" w:rsidRPr="00BD4449" w:rsidRDefault="00982FF9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82FF9">
      <w:rPr>
        <w:rFonts w:asciiTheme="minorHAnsi" w:hAnsiTheme="minorHAnsi" w:cstheme="minorHAnsi"/>
        <w:sz w:val="18"/>
        <w:szCs w:val="18"/>
      </w:rPr>
      <w:t>202203091138_Modello_Elenco_Alunni_partecipanti_Tutti in Campo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ECAF" w14:textId="77777777" w:rsidR="008A6991" w:rsidRDefault="008A6991">
      <w:r>
        <w:separator/>
      </w:r>
    </w:p>
  </w:footnote>
  <w:footnote w:type="continuationSeparator" w:id="0">
    <w:p w14:paraId="14542668" w14:textId="77777777" w:rsidR="008A6991" w:rsidRDefault="008A6991">
      <w:r>
        <w:continuationSeparator/>
      </w:r>
    </w:p>
  </w:footnote>
  <w:footnote w:type="continuationNotice" w:id="1">
    <w:p w14:paraId="194CF9E4" w14:textId="77777777" w:rsidR="008A6991" w:rsidRDefault="008A69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8"/>
  </w:num>
  <w:num w:numId="2">
    <w:abstractNumId w:val="7"/>
  </w:num>
  <w:num w:numId="3">
    <w:abstractNumId w:val="4"/>
  </w:num>
  <w:num w:numId="4">
    <w:abstractNumId w:val="14"/>
  </w:num>
  <w:num w:numId="5">
    <w:abstractNumId w:val="17"/>
  </w:num>
  <w:num w:numId="6">
    <w:abstractNumId w:val="3"/>
  </w:num>
  <w:num w:numId="7">
    <w:abstractNumId w:val="1"/>
  </w:num>
  <w:num w:numId="8">
    <w:abstractNumId w:val="13"/>
  </w:num>
  <w:num w:numId="9">
    <w:abstractNumId w:val="9"/>
  </w:num>
  <w:num w:numId="10">
    <w:abstractNumId w:val="20"/>
  </w:num>
  <w:num w:numId="11">
    <w:abstractNumId w:val="19"/>
  </w:num>
  <w:num w:numId="12">
    <w:abstractNumId w:val="2"/>
  </w:num>
  <w:num w:numId="13">
    <w:abstractNumId w:val="8"/>
  </w:num>
  <w:num w:numId="14">
    <w:abstractNumId w:val="16"/>
  </w:num>
  <w:num w:numId="15">
    <w:abstractNumId w:val="5"/>
  </w:num>
  <w:num w:numId="16">
    <w:abstractNumId w:val="6"/>
  </w:num>
  <w:num w:numId="17">
    <w:abstractNumId w:val="15"/>
  </w:num>
  <w:num w:numId="18">
    <w:abstractNumId w:val="10"/>
  </w:num>
  <w:num w:numId="19">
    <w:abstractNumId w:val="11"/>
  </w:num>
  <w:num w:numId="20">
    <w:abstractNumId w:val="12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43</TotalTime>
  <Pages>1</Pages>
  <Words>267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1878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32</cp:revision>
  <cp:lastPrinted>2021-05-24T07:29:00Z</cp:lastPrinted>
  <dcterms:created xsi:type="dcterms:W3CDTF">2022-03-02T10:54:00Z</dcterms:created>
  <dcterms:modified xsi:type="dcterms:W3CDTF">2022-03-09T10:39:00Z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